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E65F" w14:textId="77777777" w:rsidR="006E5D65" w:rsidRPr="009D556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D5560">
        <w:rPr>
          <w:rFonts w:ascii="Corbel" w:hAnsi="Corbel"/>
          <w:b/>
          <w:bCs/>
        </w:rPr>
        <w:t xml:space="preserve">   </w:t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D8678B" w:rsidRPr="009D5560">
        <w:rPr>
          <w:rFonts w:ascii="Corbel" w:hAnsi="Corbel"/>
          <w:bCs/>
          <w:i/>
        </w:rPr>
        <w:t xml:space="preserve">Załącznik nr </w:t>
      </w:r>
      <w:r w:rsidR="006F31E2" w:rsidRPr="009D5560">
        <w:rPr>
          <w:rFonts w:ascii="Corbel" w:hAnsi="Corbel"/>
          <w:bCs/>
          <w:i/>
        </w:rPr>
        <w:t>1.5</w:t>
      </w:r>
      <w:r w:rsidR="00D8678B" w:rsidRPr="009D5560">
        <w:rPr>
          <w:rFonts w:ascii="Corbel" w:hAnsi="Corbel"/>
          <w:bCs/>
          <w:i/>
        </w:rPr>
        <w:t xml:space="preserve"> do Zarządzenia</w:t>
      </w:r>
      <w:r w:rsidR="002A22BF" w:rsidRPr="009D5560">
        <w:rPr>
          <w:rFonts w:ascii="Corbel" w:hAnsi="Corbel"/>
          <w:bCs/>
          <w:i/>
        </w:rPr>
        <w:t xml:space="preserve"> Rektora UR </w:t>
      </w:r>
      <w:r w:rsidR="00CD6897" w:rsidRPr="009D5560">
        <w:rPr>
          <w:rFonts w:ascii="Corbel" w:hAnsi="Corbel"/>
          <w:bCs/>
          <w:i/>
        </w:rPr>
        <w:t xml:space="preserve"> nr </w:t>
      </w:r>
      <w:r w:rsidR="00F17567" w:rsidRPr="009D5560">
        <w:rPr>
          <w:rFonts w:ascii="Corbel" w:hAnsi="Corbel"/>
          <w:bCs/>
          <w:i/>
        </w:rPr>
        <w:t>12/2019</w:t>
      </w:r>
    </w:p>
    <w:p w14:paraId="23AE5836" w14:textId="77777777" w:rsidR="00C61CA0" w:rsidRPr="00C61CA0" w:rsidRDefault="00C61CA0" w:rsidP="00C61C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CA0">
        <w:rPr>
          <w:rFonts w:ascii="Corbel" w:hAnsi="Corbel"/>
          <w:b/>
          <w:smallCaps/>
          <w:sz w:val="24"/>
          <w:szCs w:val="24"/>
        </w:rPr>
        <w:t>SYLABUS</w:t>
      </w:r>
    </w:p>
    <w:p w14:paraId="727AE568" w14:textId="77777777" w:rsidR="00C61CA0" w:rsidRPr="00C61CA0" w:rsidRDefault="00C61CA0" w:rsidP="00C61C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61CA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61CA0">
        <w:rPr>
          <w:rFonts w:ascii="Corbel" w:hAnsi="Corbel"/>
          <w:i/>
          <w:smallCaps/>
          <w:sz w:val="24"/>
          <w:szCs w:val="24"/>
        </w:rPr>
        <w:t>2020-2022</w:t>
      </w:r>
    </w:p>
    <w:p w14:paraId="6FBFC628" w14:textId="77777777" w:rsidR="00C61CA0" w:rsidRPr="00C61CA0" w:rsidRDefault="00C61CA0" w:rsidP="00C61C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61CA0">
        <w:rPr>
          <w:rFonts w:ascii="Corbel" w:hAnsi="Corbel"/>
          <w:sz w:val="20"/>
          <w:szCs w:val="20"/>
        </w:rPr>
        <w:tab/>
      </w:r>
      <w:r w:rsidRPr="00C61CA0">
        <w:rPr>
          <w:rFonts w:ascii="Corbel" w:hAnsi="Corbel"/>
          <w:sz w:val="20"/>
          <w:szCs w:val="20"/>
        </w:rPr>
        <w:tab/>
      </w:r>
      <w:r w:rsidRPr="00C61CA0">
        <w:rPr>
          <w:rFonts w:ascii="Corbel" w:hAnsi="Corbel"/>
          <w:sz w:val="20"/>
          <w:szCs w:val="20"/>
        </w:rPr>
        <w:tab/>
      </w:r>
      <w:r w:rsidRPr="00C61CA0">
        <w:rPr>
          <w:rFonts w:ascii="Corbel" w:hAnsi="Corbel"/>
          <w:sz w:val="20"/>
          <w:szCs w:val="20"/>
        </w:rPr>
        <w:tab/>
        <w:t xml:space="preserve">    </w:t>
      </w:r>
      <w:r w:rsidRPr="00C61CA0">
        <w:rPr>
          <w:rFonts w:ascii="Corbel" w:hAnsi="Corbel"/>
          <w:sz w:val="20"/>
          <w:szCs w:val="20"/>
        </w:rPr>
        <w:tab/>
        <w:t>Rok akademicki   2021-2022</w:t>
      </w:r>
    </w:p>
    <w:p w14:paraId="24965321" w14:textId="77777777" w:rsidR="0085747A" w:rsidRPr="009D55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5FFD621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5560">
        <w:rPr>
          <w:rFonts w:ascii="Corbel" w:hAnsi="Corbel"/>
          <w:szCs w:val="24"/>
        </w:rPr>
        <w:t xml:space="preserve">1. </w:t>
      </w:r>
      <w:r w:rsidR="0085747A" w:rsidRPr="009D5560">
        <w:rPr>
          <w:rFonts w:ascii="Corbel" w:hAnsi="Corbel"/>
          <w:szCs w:val="24"/>
        </w:rPr>
        <w:t xml:space="preserve">Podstawowe </w:t>
      </w:r>
      <w:r w:rsidR="00445970" w:rsidRPr="009D556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5560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9D55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50626551" w:rsidR="0085747A" w:rsidRPr="009D5560" w:rsidRDefault="000935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Rodzina jako podmiot pracy socjalnej- podejście systemowe</w:t>
            </w:r>
          </w:p>
        </w:tc>
      </w:tr>
      <w:tr w:rsidR="0085747A" w:rsidRPr="009D5560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9D55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0E120EB6" w:rsidR="0085747A" w:rsidRPr="009D5560" w:rsidRDefault="001369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>P2</w:t>
            </w:r>
            <w:r w:rsidR="00C21BB1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S[3]F_</w:t>
            </w:r>
            <w:r w:rsidR="009D5560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10</w:t>
            </w:r>
          </w:p>
        </w:tc>
      </w:tr>
      <w:tr w:rsidR="0085747A" w:rsidRPr="009D5560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9D556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D556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9D5560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5560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41B70E86" w:rsidR="0085747A" w:rsidRPr="009D5560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5560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D5560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9D556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9D55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D556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D5560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D5560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265D725B" w:rsidR="0085747A" w:rsidRPr="009D5560" w:rsidRDefault="00893A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D5560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D5560">
              <w:rPr>
                <w:rFonts w:ascii="Corbel" w:hAnsi="Corbel"/>
                <w:sz w:val="24"/>
                <w:szCs w:val="24"/>
              </w:rPr>
              <w:t>/y</w:t>
            </w:r>
            <w:r w:rsidRPr="009D55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30C7B21E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Rok2, semestr I</w:t>
            </w:r>
            <w:r w:rsidR="00317E4E" w:rsidRPr="009D5560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D5560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173540DA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D5560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9D556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65497F1E" w:rsidR="00923D7D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D5560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D5560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9D55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* </w:t>
      </w:r>
      <w:r w:rsidRPr="009D5560">
        <w:rPr>
          <w:rFonts w:ascii="Corbel" w:hAnsi="Corbel"/>
          <w:i/>
          <w:sz w:val="24"/>
          <w:szCs w:val="24"/>
        </w:rPr>
        <w:t>-</w:t>
      </w:r>
      <w:r w:rsidR="00B90885" w:rsidRPr="009D55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5560">
        <w:rPr>
          <w:rFonts w:ascii="Corbel" w:hAnsi="Corbel"/>
          <w:b w:val="0"/>
          <w:sz w:val="24"/>
          <w:szCs w:val="24"/>
        </w:rPr>
        <w:t>e,</w:t>
      </w:r>
      <w:r w:rsidRPr="009D5560">
        <w:rPr>
          <w:rFonts w:ascii="Corbel" w:hAnsi="Corbel"/>
          <w:i/>
          <w:sz w:val="24"/>
          <w:szCs w:val="24"/>
        </w:rPr>
        <w:t xml:space="preserve"> </w:t>
      </w:r>
      <w:r w:rsidRPr="009D55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5560">
        <w:rPr>
          <w:rFonts w:ascii="Corbel" w:hAnsi="Corbel"/>
          <w:b w:val="0"/>
          <w:i/>
          <w:sz w:val="24"/>
          <w:szCs w:val="24"/>
        </w:rPr>
        <w:t>w Jednostce</w:t>
      </w:r>
    </w:p>
    <w:p w14:paraId="6F848D1B" w14:textId="77777777" w:rsidR="00923D7D" w:rsidRPr="009D55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62F95" w14:textId="77777777" w:rsidR="0085747A" w:rsidRPr="009D55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>1.</w:t>
      </w:r>
      <w:r w:rsidR="00E22FBC" w:rsidRPr="009D5560">
        <w:rPr>
          <w:rFonts w:ascii="Corbel" w:hAnsi="Corbel"/>
          <w:sz w:val="24"/>
          <w:szCs w:val="24"/>
        </w:rPr>
        <w:t>1</w:t>
      </w:r>
      <w:r w:rsidRPr="009D55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9D55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D5560" w14:paraId="6BE21B96" w14:textId="77777777" w:rsidTr="009D55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65E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9D55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(</w:t>
            </w:r>
            <w:r w:rsidR="00363F78" w:rsidRPr="009D55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Wykł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Konw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Sem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Prakt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5560">
              <w:rPr>
                <w:rFonts w:ascii="Corbel" w:hAnsi="Corbel"/>
                <w:b/>
                <w:szCs w:val="24"/>
              </w:rPr>
              <w:t>Liczba pkt</w:t>
            </w:r>
            <w:r w:rsidR="00B90885" w:rsidRPr="009D5560">
              <w:rPr>
                <w:rFonts w:ascii="Corbel" w:hAnsi="Corbel"/>
                <w:b/>
                <w:szCs w:val="24"/>
              </w:rPr>
              <w:t>.</w:t>
            </w:r>
            <w:r w:rsidRPr="009D55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5560" w14:paraId="37CC12F0" w14:textId="77777777" w:rsidTr="009D55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636" w14:textId="7609585A" w:rsidR="00015B8F" w:rsidRPr="009D5560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</w:t>
            </w:r>
            <w:r w:rsidR="00317E4E" w:rsidRPr="009D5560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00179236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04B8EFEE" w:rsidR="00015B8F" w:rsidRPr="009D5560" w:rsidRDefault="00D463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0E1E00DD" w:rsidR="00015B8F" w:rsidRPr="009D5560" w:rsidRDefault="00CE7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7F3F80" w14:textId="77777777" w:rsidR="00923D7D" w:rsidRPr="009D55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B3C4D3" w14:textId="77777777" w:rsidR="00923D7D" w:rsidRPr="009D55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9D55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>1.</w:t>
      </w:r>
      <w:r w:rsidR="00E22FBC" w:rsidRPr="009D5560">
        <w:rPr>
          <w:rFonts w:ascii="Corbel" w:hAnsi="Corbel"/>
          <w:smallCaps w:val="0"/>
          <w:szCs w:val="24"/>
        </w:rPr>
        <w:t>2</w:t>
      </w:r>
      <w:r w:rsidR="00F83B28" w:rsidRPr="009D5560">
        <w:rPr>
          <w:rFonts w:ascii="Corbel" w:hAnsi="Corbel"/>
          <w:smallCaps w:val="0"/>
          <w:szCs w:val="24"/>
        </w:rPr>
        <w:t>.</w:t>
      </w:r>
      <w:r w:rsidR="00F83B28" w:rsidRPr="009D5560">
        <w:rPr>
          <w:rFonts w:ascii="Corbel" w:hAnsi="Corbel"/>
          <w:smallCaps w:val="0"/>
          <w:szCs w:val="24"/>
        </w:rPr>
        <w:tab/>
      </w:r>
      <w:r w:rsidRPr="009D5560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77777777" w:rsidR="0085747A" w:rsidRPr="009D5560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9D5560">
        <w:rPr>
          <w:rFonts w:ascii="Segoe UI Symbol" w:eastAsia="MS Gothic" w:hAnsi="Segoe UI Symbol" w:cs="Segoe UI Symbol"/>
          <w:bCs/>
          <w:szCs w:val="24"/>
          <w:u w:val="single"/>
        </w:rPr>
        <w:t>☐</w:t>
      </w:r>
      <w:r w:rsidRPr="009D556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8C415" w14:textId="77777777" w:rsidR="0085747A" w:rsidRPr="009D55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5560">
        <w:rPr>
          <w:rFonts w:ascii="Segoe UI Symbol" w:eastAsia="MS Gothic" w:hAnsi="Segoe UI Symbol" w:cs="Segoe UI Symbol"/>
          <w:b w:val="0"/>
          <w:szCs w:val="24"/>
        </w:rPr>
        <w:t>☐</w:t>
      </w:r>
      <w:r w:rsidRPr="009D55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3B93B5" w14:textId="77777777" w:rsidR="009D5560" w:rsidRPr="009D55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1.3 </w:t>
      </w:r>
      <w:r w:rsidR="00F83B28" w:rsidRPr="009D5560">
        <w:rPr>
          <w:rFonts w:ascii="Corbel" w:hAnsi="Corbel"/>
          <w:smallCaps w:val="0"/>
          <w:szCs w:val="24"/>
        </w:rPr>
        <w:tab/>
      </w:r>
      <w:r w:rsidRPr="009D5560">
        <w:rPr>
          <w:rFonts w:ascii="Corbel" w:hAnsi="Corbel"/>
          <w:smallCaps w:val="0"/>
          <w:szCs w:val="24"/>
        </w:rPr>
        <w:t>For</w:t>
      </w:r>
      <w:r w:rsidR="00445970" w:rsidRPr="009D5560">
        <w:rPr>
          <w:rFonts w:ascii="Corbel" w:hAnsi="Corbel"/>
          <w:smallCaps w:val="0"/>
          <w:szCs w:val="24"/>
        </w:rPr>
        <w:t xml:space="preserve">ma zaliczenia przedmiotu </w:t>
      </w:r>
      <w:r w:rsidRPr="009D5560">
        <w:rPr>
          <w:rFonts w:ascii="Corbel" w:hAnsi="Corbel"/>
          <w:smallCaps w:val="0"/>
          <w:szCs w:val="24"/>
        </w:rPr>
        <w:t xml:space="preserve"> (z toku) </w:t>
      </w:r>
      <w:r w:rsidRPr="009D5560">
        <w:rPr>
          <w:rFonts w:ascii="Corbel" w:hAnsi="Corbel"/>
          <w:b w:val="0"/>
          <w:smallCaps w:val="0"/>
          <w:szCs w:val="24"/>
        </w:rPr>
        <w:t xml:space="preserve"> </w:t>
      </w:r>
    </w:p>
    <w:p w14:paraId="259062A4" w14:textId="65CB1D9A" w:rsidR="00E22FBC" w:rsidRPr="009D55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b w:val="0"/>
          <w:smallCaps w:val="0"/>
          <w:szCs w:val="24"/>
        </w:rPr>
        <w:t>zaliczenie z oceną</w:t>
      </w:r>
    </w:p>
    <w:p w14:paraId="39A4B13A" w14:textId="77777777" w:rsidR="00E960BB" w:rsidRPr="009D55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56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077F9DC6" w14:textId="77777777" w:rsidTr="00745302">
        <w:tc>
          <w:tcPr>
            <w:tcW w:w="9670" w:type="dxa"/>
          </w:tcPr>
          <w:p w14:paraId="7E2FC4CD" w14:textId="7E5B0B20" w:rsidR="0085747A" w:rsidRPr="009D5560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  <w:r w:rsidR="000860BB"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Socjologia rodziny</w:t>
            </w:r>
          </w:p>
          <w:p w14:paraId="099DD84C" w14:textId="77777777" w:rsidR="0085747A" w:rsidRPr="009D556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D47751" w14:textId="77777777" w:rsidR="00153C41" w:rsidRPr="009D55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560">
        <w:rPr>
          <w:rFonts w:ascii="Corbel" w:hAnsi="Corbel"/>
          <w:szCs w:val="24"/>
        </w:rPr>
        <w:t>3.</w:t>
      </w:r>
      <w:r w:rsidR="0085747A" w:rsidRPr="009D5560">
        <w:rPr>
          <w:rFonts w:ascii="Corbel" w:hAnsi="Corbel"/>
          <w:szCs w:val="24"/>
        </w:rPr>
        <w:t xml:space="preserve"> </w:t>
      </w:r>
      <w:r w:rsidR="00A84C85" w:rsidRPr="009D5560">
        <w:rPr>
          <w:rFonts w:ascii="Corbel" w:hAnsi="Corbel"/>
          <w:szCs w:val="24"/>
        </w:rPr>
        <w:t>cele, efekty uczenia się</w:t>
      </w:r>
      <w:r w:rsidR="0085747A" w:rsidRPr="009D5560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Pr="009D55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3.1 </w:t>
      </w:r>
      <w:r w:rsidR="00C05F44" w:rsidRPr="009D5560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9D55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9D5560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9D5560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E3B01EC" w:rsidR="00832049" w:rsidRPr="009D5560" w:rsidRDefault="00AE539B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przedmiotu jest zapoznanie studenta </w:t>
            </w:r>
            <w:r w:rsidR="00753876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z funkcjonowanie</w:t>
            </w:r>
            <w:r w:rsidR="00096982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m</w:t>
            </w:r>
            <w:r w:rsidR="00753876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zadaniami instytucji wspierających rodzinę</w:t>
            </w:r>
            <w:r w:rsidR="00EC6BC8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znajomość teorii  rodziny (funkcjonalna i systemowa)</w:t>
            </w:r>
          </w:p>
        </w:tc>
      </w:tr>
      <w:tr w:rsidR="00DF7045" w:rsidRPr="009D5560" w14:paraId="08697523" w14:textId="77777777" w:rsidTr="006E6F94">
        <w:trPr>
          <w:trHeight w:val="988"/>
        </w:trPr>
        <w:tc>
          <w:tcPr>
            <w:tcW w:w="845" w:type="dxa"/>
            <w:vAlign w:val="center"/>
          </w:tcPr>
          <w:p w14:paraId="7513EF5D" w14:textId="77777777" w:rsidR="00DF7045" w:rsidRPr="009D5560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C2</w:t>
            </w:r>
          </w:p>
          <w:p w14:paraId="57F915E1" w14:textId="16CFFE78" w:rsidR="00A25A0C" w:rsidRPr="009D5560" w:rsidRDefault="00A25A0C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5" w:type="dxa"/>
            <w:vAlign w:val="center"/>
          </w:tcPr>
          <w:p w14:paraId="09C93E58" w14:textId="067BEFE3" w:rsidR="00A25A0C" w:rsidRPr="009D5560" w:rsidRDefault="00753876" w:rsidP="00DF7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8F57DB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umie wykorzystać uzyskaną wiedzę do diagnozy rodziny , z uwzględnieniem</w:t>
            </w:r>
            <w:r w:rsidR="007E7647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EC6BC8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podstawowych narzędzi </w:t>
            </w:r>
            <w:r w:rsidR="006E6F94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, takich jak: kontrakt socjalny i  projekt socjalny</w:t>
            </w:r>
          </w:p>
        </w:tc>
      </w:tr>
    </w:tbl>
    <w:p w14:paraId="4C2F10F3" w14:textId="77777777" w:rsidR="001D7B54" w:rsidRPr="009D55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 xml:space="preserve">3.2 </w:t>
      </w:r>
      <w:r w:rsidR="001D7B54" w:rsidRPr="009D5560">
        <w:rPr>
          <w:rFonts w:ascii="Corbel" w:hAnsi="Corbel"/>
          <w:b/>
          <w:sz w:val="24"/>
          <w:szCs w:val="24"/>
        </w:rPr>
        <w:t xml:space="preserve">Efekty </w:t>
      </w:r>
      <w:r w:rsidR="00C05F44" w:rsidRPr="009D55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5560">
        <w:rPr>
          <w:rFonts w:ascii="Corbel" w:hAnsi="Corbel"/>
          <w:b/>
          <w:sz w:val="24"/>
          <w:szCs w:val="24"/>
        </w:rPr>
        <w:t>dla przedmiotu</w:t>
      </w:r>
      <w:r w:rsidR="00445970" w:rsidRPr="009D5560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9D55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2"/>
        <w:gridCol w:w="1868"/>
      </w:tblGrid>
      <w:tr w:rsidR="0085747A" w:rsidRPr="009D5560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55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55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9D55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9D55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55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D5560" w14:paraId="16A6DAA7" w14:textId="77777777" w:rsidTr="005E6E85">
        <w:tc>
          <w:tcPr>
            <w:tcW w:w="1701" w:type="dxa"/>
          </w:tcPr>
          <w:p w14:paraId="4741B410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55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2A7961D4" w:rsidR="0085747A" w:rsidRPr="009D5560" w:rsidRDefault="009D5560" w:rsidP="00B27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Posiada wiedz</w:t>
            </w:r>
            <w:r w:rsidR="00623B77" w:rsidRPr="009D5560"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="00CF0A47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o nowych rozwiązaniach w pracy socjalnej  prawidłowo interpretując różne relacje zachodzące w obszarze pracy socjalnej oraz </w:t>
            </w:r>
            <w:r w:rsidR="00623B77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zna standardy pracy socjalnej</w:t>
            </w:r>
          </w:p>
        </w:tc>
        <w:tc>
          <w:tcPr>
            <w:tcW w:w="1873" w:type="dxa"/>
          </w:tcPr>
          <w:p w14:paraId="7372D01D" w14:textId="160DDD68" w:rsidR="0085747A" w:rsidRPr="009D5560" w:rsidRDefault="00C776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KW_06,KW_07</w:t>
            </w:r>
          </w:p>
        </w:tc>
      </w:tr>
      <w:tr w:rsidR="0085747A" w:rsidRPr="009D5560" w14:paraId="198A82D5" w14:textId="77777777" w:rsidTr="005E6E85">
        <w:tc>
          <w:tcPr>
            <w:tcW w:w="1701" w:type="dxa"/>
          </w:tcPr>
          <w:p w14:paraId="1A1F04B9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6C5CEDC6" w:rsidR="0085747A" w:rsidRPr="009D5560" w:rsidRDefault="009D5560" w:rsidP="009D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Zna teorie , st</w:t>
            </w:r>
            <w:r w:rsidR="00E53E73" w:rsidRPr="009D5560">
              <w:rPr>
                <w:rFonts w:ascii="Corbel" w:hAnsi="Corbel"/>
                <w:b w:val="0"/>
                <w:smallCaps w:val="0"/>
                <w:sz w:val="22"/>
              </w:rPr>
              <w:t>rukturę</w:t>
            </w:r>
            <w:r w:rsidR="00CB1E95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i zadania  </w:t>
            </w:r>
            <w:r w:rsidRPr="009D5560"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>odziny  oraz potrafi praw</w:t>
            </w:r>
            <w:r w:rsidR="00671921" w:rsidRPr="009D5560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>dłowo rozróżniać relacje zachodzące między nimi</w:t>
            </w:r>
          </w:p>
        </w:tc>
        <w:tc>
          <w:tcPr>
            <w:tcW w:w="1873" w:type="dxa"/>
          </w:tcPr>
          <w:p w14:paraId="5F45F30F" w14:textId="5C90A7BE" w:rsidR="0085747A" w:rsidRPr="009D5560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D5560" w14:paraId="34F445F6" w14:textId="77777777" w:rsidTr="005E6E85">
        <w:tc>
          <w:tcPr>
            <w:tcW w:w="1701" w:type="dxa"/>
          </w:tcPr>
          <w:p w14:paraId="71C9ECEF" w14:textId="7671ED14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9D556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04544B29" w:rsidR="0085747A" w:rsidRPr="009D5560" w:rsidRDefault="00346684" w:rsidP="009D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Potrafi wykorzystać  podstawową wiedz</w:t>
            </w:r>
            <w:r w:rsidR="008636A8" w:rsidRPr="009D5560"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teoretyczną do opisu i analizy konkretnej rodziny wchodząc w różne role zawodowe pracownika </w:t>
            </w:r>
          </w:p>
        </w:tc>
        <w:tc>
          <w:tcPr>
            <w:tcW w:w="1873" w:type="dxa"/>
          </w:tcPr>
          <w:p w14:paraId="36855AAC" w14:textId="4E77F204" w:rsidR="00AA5A60" w:rsidRPr="009D5560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</w:tbl>
    <w:p w14:paraId="1A2CC12A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9D55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>3.3</w:t>
      </w:r>
      <w:r w:rsidR="001D7B54" w:rsidRPr="009D5560">
        <w:rPr>
          <w:rFonts w:ascii="Corbel" w:hAnsi="Corbel"/>
          <w:b/>
          <w:sz w:val="24"/>
          <w:szCs w:val="24"/>
        </w:rPr>
        <w:t xml:space="preserve"> </w:t>
      </w:r>
      <w:r w:rsidR="0085747A" w:rsidRPr="009D5560">
        <w:rPr>
          <w:rFonts w:ascii="Corbel" w:hAnsi="Corbel"/>
          <w:b/>
          <w:sz w:val="24"/>
          <w:szCs w:val="24"/>
        </w:rPr>
        <w:t>T</w:t>
      </w:r>
      <w:r w:rsidR="001D7B54" w:rsidRPr="009D55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5560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9D55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9D55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6F51A8DD" w14:textId="77777777" w:rsidTr="00923D7D">
        <w:tc>
          <w:tcPr>
            <w:tcW w:w="9639" w:type="dxa"/>
          </w:tcPr>
          <w:p w14:paraId="2D820049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D5560" w14:paraId="5923760E" w14:textId="77777777" w:rsidTr="00923D7D">
        <w:tc>
          <w:tcPr>
            <w:tcW w:w="9639" w:type="dxa"/>
          </w:tcPr>
          <w:p w14:paraId="2AC816E7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5F73E3C1" w14:textId="77777777" w:rsidTr="00923D7D">
        <w:tc>
          <w:tcPr>
            <w:tcW w:w="9639" w:type="dxa"/>
          </w:tcPr>
          <w:p w14:paraId="4074E4A2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0E6BDD8F" w14:textId="77777777" w:rsidTr="00923D7D">
        <w:tc>
          <w:tcPr>
            <w:tcW w:w="9639" w:type="dxa"/>
          </w:tcPr>
          <w:p w14:paraId="7BF55932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1F7D4E" w14:textId="77777777" w:rsidR="0085747A" w:rsidRPr="009D55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9D55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D5560">
        <w:rPr>
          <w:rFonts w:ascii="Corbel" w:hAnsi="Corbel"/>
          <w:sz w:val="24"/>
          <w:szCs w:val="24"/>
        </w:rPr>
        <w:t xml:space="preserve">, </w:t>
      </w:r>
      <w:r w:rsidRPr="009D5560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9D55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6B400DAC" w14:textId="77777777" w:rsidTr="00AF4430">
        <w:tc>
          <w:tcPr>
            <w:tcW w:w="9520" w:type="dxa"/>
          </w:tcPr>
          <w:p w14:paraId="3BE56AD4" w14:textId="77777777" w:rsidR="0085747A" w:rsidRPr="009D55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9D5560" w14:paraId="676B23F6" w14:textId="77777777" w:rsidTr="00AF4430">
        <w:tc>
          <w:tcPr>
            <w:tcW w:w="9520" w:type="dxa"/>
          </w:tcPr>
          <w:p w14:paraId="13596457" w14:textId="458CDFC3" w:rsidR="00AF4430" w:rsidRPr="009D5560" w:rsidRDefault="00BF56DE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Wprowadzenie do przedmiotu. Zdefiniowanie podstawowych pojęć z zakresu rodziny. Rodzina w okresie przemian .Etyczne aspekty pracy z rodziną</w:t>
            </w:r>
            <w:r w:rsidR="00396729" w:rsidRPr="009D5560">
              <w:rPr>
                <w:rFonts w:ascii="Corbel" w:hAnsi="Corbel"/>
                <w:sz w:val="24"/>
                <w:szCs w:val="24"/>
              </w:rPr>
              <w:t>.</w:t>
            </w:r>
            <w:r w:rsidR="006C75E5" w:rsidRPr="009D5560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5E5" w:rsidRPr="009D5560">
              <w:rPr>
                <w:rStyle w:val="wrtext"/>
                <w:rFonts w:ascii="Corbel" w:hAnsi="Corbel"/>
                <w:sz w:val="24"/>
                <w:szCs w:val="24"/>
              </w:rPr>
              <w:t>Teorie rodziny, misja, cele, wartości i zasady pracy socjalnej z rodziną</w:t>
            </w:r>
            <w:r w:rsidR="00A43757" w:rsidRPr="009D5560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453E42" w:rsidRPr="009D5560" w14:paraId="497CB3CF" w14:textId="77777777" w:rsidTr="00AF4430">
        <w:tc>
          <w:tcPr>
            <w:tcW w:w="9520" w:type="dxa"/>
          </w:tcPr>
          <w:p w14:paraId="144F83B7" w14:textId="00494CB9" w:rsidR="00453E42" w:rsidRPr="009D5560" w:rsidRDefault="00DD1FF5" w:rsidP="00453E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 xml:space="preserve">Wybrane techniki i narzędzia pracy wspierającej wobec rodziny z dzieckiem tj. konferencja grupy rodzinnej; </w:t>
            </w:r>
            <w:proofErr w:type="spellStart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, i in.</w:t>
            </w:r>
          </w:p>
        </w:tc>
      </w:tr>
      <w:tr w:rsidR="00C877C5" w:rsidRPr="009D5560" w14:paraId="4E10B4D4" w14:textId="77777777" w:rsidTr="00D4624A">
        <w:trPr>
          <w:trHeight w:val="915"/>
        </w:trPr>
        <w:tc>
          <w:tcPr>
            <w:tcW w:w="9520" w:type="dxa"/>
          </w:tcPr>
          <w:p w14:paraId="500AEC1B" w14:textId="441AC01D" w:rsidR="00DD1FF5" w:rsidRPr="009D5560" w:rsidRDefault="00C877C5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Praca socjalna z rodziną z dziećmi w oparciu o kontrakt socjalny; Specyfika pracy socjalnej z rodzinami z dziećmi metodą grupową</w:t>
            </w:r>
            <w:r w:rsidR="003B7CAE" w:rsidRPr="009D5560">
              <w:rPr>
                <w:rFonts w:ascii="Corbel" w:hAnsi="Corbel"/>
                <w:sz w:val="24"/>
                <w:szCs w:val="24"/>
              </w:rPr>
              <w:t>.</w:t>
            </w:r>
            <w:r w:rsidR="004630B7" w:rsidRPr="009D5560">
              <w:rPr>
                <w:rFonts w:ascii="Corbel" w:hAnsi="Corbel"/>
                <w:sz w:val="20"/>
              </w:rPr>
              <w:t xml:space="preserve"> </w:t>
            </w:r>
          </w:p>
        </w:tc>
      </w:tr>
      <w:tr w:rsidR="00D4624A" w:rsidRPr="009D5560" w14:paraId="31B573B1" w14:textId="77777777" w:rsidTr="00DD1FF5">
        <w:trPr>
          <w:trHeight w:val="870"/>
        </w:trPr>
        <w:tc>
          <w:tcPr>
            <w:tcW w:w="9520" w:type="dxa"/>
          </w:tcPr>
          <w:p w14:paraId="43824C93" w14:textId="77777777" w:rsidR="00D4624A" w:rsidRPr="009D5560" w:rsidRDefault="00D4624A" w:rsidP="00D462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Asystent rodzinny i koordynator pieczy zastępczej – cele i zadania, rozwiązania instytucjonalne, współpraca a z pracownikiem socjalnym; asysta rodzinna jako instrument aktywnej integracji w projektach systemowych</w:t>
            </w:r>
          </w:p>
          <w:p w14:paraId="6DA01794" w14:textId="77777777" w:rsidR="00D4624A" w:rsidRPr="009D5560" w:rsidRDefault="00D4624A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DD1FF5" w:rsidRPr="009D5560" w14:paraId="1E0E581C" w14:textId="77777777" w:rsidTr="00AF4430">
        <w:trPr>
          <w:trHeight w:val="705"/>
        </w:trPr>
        <w:tc>
          <w:tcPr>
            <w:tcW w:w="9520" w:type="dxa"/>
          </w:tcPr>
          <w:p w14:paraId="4ED6B5EE" w14:textId="6B04D29B" w:rsidR="00DD1FF5" w:rsidRPr="009D5560" w:rsidRDefault="004630B7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lastRenderedPageBreak/>
              <w:t>System usług socjalnych na rzecz rodziny zagrożonej wykluczeniem społecznym: zespoły interdyscyplinarne, streetworking, specjalistyczne poradnictwo rodzinne</w:t>
            </w:r>
          </w:p>
        </w:tc>
      </w:tr>
    </w:tbl>
    <w:p w14:paraId="71F60DDE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9D55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>3.4 Metody dydaktyczne</w:t>
      </w:r>
      <w:r w:rsidRPr="009D5560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Pr="009D5560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9D5560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9D5560">
        <w:rPr>
          <w:rFonts w:ascii="Corbel" w:hAnsi="Corbel"/>
          <w:sz w:val="20"/>
          <w:szCs w:val="20"/>
        </w:rPr>
        <w:t>Ćwiczenia:  analiza tekstów z dyskusją,  praca w grupach</w:t>
      </w:r>
    </w:p>
    <w:p w14:paraId="458C4F8E" w14:textId="1942A3B9" w:rsidR="00E21E7D" w:rsidRPr="009D5560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9D5560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D5560">
        <w:rPr>
          <w:rFonts w:ascii="Corbel" w:hAnsi="Corbel"/>
          <w:smallCaps w:val="0"/>
          <w:szCs w:val="24"/>
        </w:rPr>
        <w:t xml:space="preserve">4. </w:t>
      </w:r>
      <w:r w:rsidR="0085747A" w:rsidRPr="009D5560">
        <w:rPr>
          <w:rFonts w:ascii="Corbel" w:hAnsi="Corbel"/>
          <w:smallCaps w:val="0"/>
          <w:szCs w:val="24"/>
        </w:rPr>
        <w:t>METODY I KRYTERIA OCENY</w:t>
      </w:r>
      <w:r w:rsidR="009F4610" w:rsidRPr="009D5560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9D55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9D55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D5560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D5560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9D55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9D55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9D55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D55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D55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D5560" w14:paraId="1C103491" w14:textId="77777777" w:rsidTr="00C05F44">
        <w:tc>
          <w:tcPr>
            <w:tcW w:w="1985" w:type="dxa"/>
          </w:tcPr>
          <w:p w14:paraId="1E2940CC" w14:textId="77777777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D5560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9D5560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1957A61" w14:textId="77777777" w:rsidR="0085747A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Aktywność</w:t>
            </w:r>
          </w:p>
          <w:p w14:paraId="2FA79984" w14:textId="1FE8B30C" w:rsidR="003B12DE" w:rsidRPr="009D5560" w:rsidRDefault="003B12DE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33C5AB" w14:textId="583EE156" w:rsidR="0085747A" w:rsidRPr="009D5560" w:rsidRDefault="00A805B9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BB93AC3" w14:textId="5A1F6C29" w:rsidR="000152B4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42369CFB" w14:textId="77777777" w:rsidTr="00C05F44">
        <w:tc>
          <w:tcPr>
            <w:tcW w:w="1985" w:type="dxa"/>
          </w:tcPr>
          <w:p w14:paraId="2698584A" w14:textId="77777777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Ek_ 02</w:t>
            </w:r>
          </w:p>
          <w:p w14:paraId="34BD5D77" w14:textId="322E9F99" w:rsidR="000152B4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50EA677" w14:textId="4F34A7AC" w:rsidR="000152B4" w:rsidRPr="009D5560" w:rsidRDefault="00AA6E68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 xml:space="preserve">Przygotowanie  </w:t>
            </w:r>
            <w:r w:rsidR="00B32CF0">
              <w:rPr>
                <w:rFonts w:ascii="Corbel" w:hAnsi="Corbel"/>
                <w:sz w:val="24"/>
                <w:szCs w:val="24"/>
              </w:rPr>
              <w:t>p</w:t>
            </w:r>
            <w:r w:rsidRPr="009D5560">
              <w:rPr>
                <w:rFonts w:ascii="Corbel" w:hAnsi="Corbel"/>
                <w:sz w:val="24"/>
                <w:szCs w:val="24"/>
              </w:rPr>
              <w:t>rezentacji</w:t>
            </w:r>
          </w:p>
          <w:p w14:paraId="5FB7804F" w14:textId="1B4DBEF9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C24DFD" w14:textId="351AC7C8" w:rsidR="0085747A" w:rsidRPr="009D5560" w:rsidRDefault="00A805B9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4311A42" w14:textId="77777777" w:rsidR="00923D7D" w:rsidRPr="009D55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9D55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4.2 </w:t>
      </w:r>
      <w:r w:rsidR="0085747A" w:rsidRPr="009D55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D5560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9D55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7C6FBE04" w14:textId="77777777" w:rsidTr="00923D7D">
        <w:tc>
          <w:tcPr>
            <w:tcW w:w="9670" w:type="dxa"/>
          </w:tcPr>
          <w:p w14:paraId="3290F2FF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179D2" w14:textId="1C018953" w:rsidR="00AA6E68" w:rsidRPr="009D5560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  <w:sz w:val="22"/>
                <w:szCs w:val="22"/>
              </w:rPr>
            </w:pPr>
            <w:r w:rsidRPr="009D5560">
              <w:rPr>
                <w:rFonts w:ascii="Corbel" w:hAnsi="Corbel"/>
                <w:sz w:val="22"/>
                <w:szCs w:val="22"/>
              </w:rPr>
              <w:t>Przygotowanie samodzielnej prezentacji</w:t>
            </w:r>
          </w:p>
          <w:p w14:paraId="5EDB22A3" w14:textId="07D77760" w:rsidR="00AA6E68" w:rsidRPr="009D5560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  <w:sz w:val="22"/>
                <w:szCs w:val="22"/>
              </w:rPr>
            </w:pPr>
            <w:r w:rsidRPr="009D5560">
              <w:rPr>
                <w:rFonts w:ascii="Corbel" w:hAnsi="Corbel"/>
                <w:sz w:val="22"/>
                <w:szCs w:val="22"/>
              </w:rPr>
              <w:t>Dokonywanie kwerend wybranych treści dotyczących konkretnych zagadnień z zakresu przedmiotu</w:t>
            </w:r>
          </w:p>
          <w:p w14:paraId="51E94102" w14:textId="77777777" w:rsidR="0085747A" w:rsidRPr="009D5560" w:rsidRDefault="0085747A" w:rsidP="00CF0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9ACEA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9D55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 xml:space="preserve">5. </w:t>
      </w:r>
      <w:r w:rsidR="00C61DC5" w:rsidRPr="009D55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D5560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D55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D55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D55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D55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D55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D5560" w14:paraId="4B53BF00" w14:textId="77777777" w:rsidTr="00923D7D">
        <w:tc>
          <w:tcPr>
            <w:tcW w:w="4962" w:type="dxa"/>
          </w:tcPr>
          <w:p w14:paraId="62059B78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G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D55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D55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D55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D55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D55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28EAE59A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D5560" w14:paraId="2C340D1C" w14:textId="77777777" w:rsidTr="00923D7D">
        <w:tc>
          <w:tcPr>
            <w:tcW w:w="4962" w:type="dxa"/>
          </w:tcPr>
          <w:p w14:paraId="66D33A5D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D55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5676FE1D" w:rsidR="00C61DC5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D5560" w14:paraId="26853995" w14:textId="77777777" w:rsidTr="00923D7D">
        <w:tc>
          <w:tcPr>
            <w:tcW w:w="4962" w:type="dxa"/>
          </w:tcPr>
          <w:p w14:paraId="63E7B80C" w14:textId="77777777" w:rsidR="0071620A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556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556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8C8C22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4020C55D" w:rsidR="00C61DC5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D5560" w14:paraId="4F10DAD1" w14:textId="77777777" w:rsidTr="00923D7D">
        <w:tc>
          <w:tcPr>
            <w:tcW w:w="4962" w:type="dxa"/>
          </w:tcPr>
          <w:p w14:paraId="5FFED04F" w14:textId="77777777" w:rsidR="0085747A" w:rsidRPr="009D55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A55F8" w14:textId="70A882E9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D5560" w14:paraId="3C1B20E5" w14:textId="77777777" w:rsidTr="00923D7D">
        <w:tc>
          <w:tcPr>
            <w:tcW w:w="4962" w:type="dxa"/>
          </w:tcPr>
          <w:p w14:paraId="54A767F4" w14:textId="77777777" w:rsidR="0085747A" w:rsidRPr="009D55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0BB31DE2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9D55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55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D55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9D55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6. </w:t>
      </w:r>
      <w:r w:rsidR="0085747A" w:rsidRPr="009D5560">
        <w:rPr>
          <w:rFonts w:ascii="Corbel" w:hAnsi="Corbel"/>
          <w:smallCaps w:val="0"/>
          <w:szCs w:val="24"/>
        </w:rPr>
        <w:t>PRAKTYKI ZAWO</w:t>
      </w:r>
      <w:r w:rsidR="009D3F3B" w:rsidRPr="009D5560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9D55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D5560" w14:paraId="7554F567" w14:textId="77777777" w:rsidTr="0071620A">
        <w:trPr>
          <w:trHeight w:val="397"/>
        </w:trPr>
        <w:tc>
          <w:tcPr>
            <w:tcW w:w="3544" w:type="dxa"/>
          </w:tcPr>
          <w:p w14:paraId="0634A1EC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D5560" w14:paraId="60CA066D" w14:textId="77777777" w:rsidTr="0071620A">
        <w:trPr>
          <w:trHeight w:val="397"/>
        </w:trPr>
        <w:tc>
          <w:tcPr>
            <w:tcW w:w="3544" w:type="dxa"/>
          </w:tcPr>
          <w:p w14:paraId="575757F8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6567C7" w14:textId="77777777" w:rsidR="003E1941" w:rsidRPr="009D55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9D55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7. </w:t>
      </w:r>
      <w:r w:rsidR="0085747A" w:rsidRPr="009D5560">
        <w:rPr>
          <w:rFonts w:ascii="Corbel" w:hAnsi="Corbel"/>
          <w:smallCaps w:val="0"/>
          <w:szCs w:val="24"/>
        </w:rPr>
        <w:t>LITERATURA</w:t>
      </w:r>
      <w:r w:rsidRPr="009D5560">
        <w:rPr>
          <w:rFonts w:ascii="Corbel" w:hAnsi="Corbel"/>
          <w:smallCaps w:val="0"/>
          <w:szCs w:val="24"/>
        </w:rPr>
        <w:t xml:space="preserve"> </w:t>
      </w:r>
    </w:p>
    <w:p w14:paraId="1D899EFC" w14:textId="1796934D" w:rsidR="0085747A" w:rsidRPr="009D5560" w:rsidRDefault="0085747A" w:rsidP="00C66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67DD" w:rsidRPr="00A213D0" w14:paraId="45027DB5" w14:textId="77777777" w:rsidTr="00115265">
        <w:trPr>
          <w:trHeight w:val="397"/>
        </w:trPr>
        <w:tc>
          <w:tcPr>
            <w:tcW w:w="9498" w:type="dxa"/>
          </w:tcPr>
          <w:p w14:paraId="23FBB836" w14:textId="77777777" w:rsidR="00C667DD" w:rsidRPr="008C2263" w:rsidRDefault="00C667DD" w:rsidP="00115265">
            <w:pPr>
              <w:pStyle w:val="NormalnyWeb"/>
              <w:spacing w:before="0" w:beforeAutospacing="0" w:after="0" w:afterAutospacing="0" w:line="254" w:lineRule="atLeast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Literatura podstawowa:</w:t>
            </w:r>
          </w:p>
          <w:p w14:paraId="0AD6B185" w14:textId="77777777" w:rsidR="00C667DD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Barbaro, B. (2019). Wprowadzenie do systemowego rozumienia rodziny. Kraków: Wydawnictwo Uniwersytetu Jagiellońskiego.</w:t>
            </w:r>
          </w:p>
          <w:p w14:paraId="6964E17D" w14:textId="77777777" w:rsidR="00C667DD" w:rsidRPr="008C2263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Margisiński,A</w:t>
            </w:r>
            <w:proofErr w:type="spellEnd"/>
            <w:r>
              <w:rPr>
                <w:rFonts w:ascii="Corbel" w:hAnsi="Corbel"/>
                <w:color w:val="000000"/>
              </w:rPr>
              <w:t>.(2019), Rodzina w ujęciu systemowym. Teoria i badania. Warszawa: Pracownia Testów Psychologicznych PTP.</w:t>
            </w:r>
          </w:p>
          <w:p w14:paraId="5E2B7A5F" w14:textId="77777777" w:rsidR="00C667DD" w:rsidRPr="00A213D0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Żukiewicz A. (red.)</w:t>
            </w:r>
            <w:r>
              <w:rPr>
                <w:rFonts w:ascii="Corbel" w:hAnsi="Corbel"/>
                <w:color w:val="000000"/>
              </w:rPr>
              <w:t>. (2011).</w:t>
            </w:r>
            <w:r w:rsidRPr="008C2263">
              <w:rPr>
                <w:rFonts w:ascii="Corbel" w:hAnsi="Corbel"/>
                <w:color w:val="000000"/>
              </w:rPr>
              <w:t>Nowy zawód i nowa usługa w systemie wspierania rodzin. Od opieki i pomocy do wsparcia</w:t>
            </w:r>
            <w:r>
              <w:rPr>
                <w:rFonts w:ascii="Corbel" w:hAnsi="Corbel"/>
                <w:color w:val="000000"/>
              </w:rPr>
              <w:t>. Kraków: W</w:t>
            </w:r>
            <w:r w:rsidRPr="008C2263">
              <w:rPr>
                <w:rFonts w:ascii="Corbel" w:hAnsi="Corbel"/>
                <w:color w:val="000000"/>
              </w:rPr>
              <w:t>yd</w:t>
            </w:r>
            <w:r>
              <w:rPr>
                <w:rFonts w:ascii="Corbel" w:hAnsi="Corbel"/>
                <w:color w:val="000000"/>
              </w:rPr>
              <w:t>awnictwo</w:t>
            </w:r>
            <w:r w:rsidRPr="008C2263">
              <w:rPr>
                <w:rFonts w:ascii="Corbel" w:hAnsi="Corbel"/>
                <w:color w:val="000000"/>
              </w:rPr>
              <w:t xml:space="preserve"> Impuls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C667DD" w:rsidRPr="00A213D0" w14:paraId="68CCE5BE" w14:textId="77777777" w:rsidTr="00115265">
        <w:trPr>
          <w:trHeight w:val="397"/>
        </w:trPr>
        <w:tc>
          <w:tcPr>
            <w:tcW w:w="9498" w:type="dxa"/>
          </w:tcPr>
          <w:p w14:paraId="0B9D5183" w14:textId="77777777" w:rsidR="00C667DD" w:rsidRPr="0005718F" w:rsidRDefault="00C667DD" w:rsidP="00115265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Literatura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uzupełniająca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:</w:t>
            </w:r>
          </w:p>
          <w:p w14:paraId="2D4CD061" w14:textId="77777777" w:rsidR="00C667DD" w:rsidRPr="0005718F" w:rsidRDefault="00C667DD" w:rsidP="00115265">
            <w:pPr>
              <w:spacing w:after="0" w:line="240" w:lineRule="auto"/>
              <w:jc w:val="both"/>
              <w:rPr>
                <w:rFonts w:ascii="Corbel" w:eastAsia="Times New Roman" w:hAnsi="Corbel" w:cstheme="minorHAnsi"/>
                <w:lang w:eastAsia="pl-PL"/>
              </w:rPr>
            </w:pP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Rynkowska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D.(2015).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Migrational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 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familie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in the context of local activities of social assistance institutions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W: 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W. </w:t>
            </w:r>
            <w:proofErr w:type="spellStart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Jedynak</w:t>
            </w:r>
            <w:proofErr w:type="spellEnd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, H.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Nagy, L.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Ardelean</w:t>
            </w:r>
            <w:proofErr w:type="spellEnd"/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(red.).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Local Development In The Central European Perspective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</w:t>
            </w:r>
            <w:r w:rsidRPr="00D3064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Rzeszów: </w:t>
            </w:r>
            <w:r w:rsidRPr="0005718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Wydawnictwo Uniwersytetu Rzeszowskiego</w:t>
            </w:r>
            <w:r w:rsidRPr="0005718F">
              <w:rPr>
                <w:rFonts w:ascii="Corbel" w:eastAsia="Times New Roman" w:hAnsi="Corbel" w:cstheme="minorHAnsi"/>
                <w:bCs/>
                <w:lang w:eastAsia="pl-PL"/>
              </w:rPr>
              <w:t xml:space="preserve">. </w:t>
            </w:r>
          </w:p>
          <w:p w14:paraId="76E2DF25" w14:textId="77777777" w:rsidR="00C667DD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Szczepkowski</w:t>
            </w:r>
            <w:r>
              <w:rPr>
                <w:rFonts w:ascii="Corbel" w:hAnsi="Corbel"/>
                <w:color w:val="000000"/>
              </w:rPr>
              <w:t>, J. (2010).</w:t>
            </w:r>
            <w:r w:rsidRPr="008C2263">
              <w:rPr>
                <w:rFonts w:ascii="Corbel" w:hAnsi="Corbel"/>
                <w:color w:val="000000"/>
              </w:rPr>
              <w:t xml:space="preserve"> Praca socjalna – podejście skoncentrowane na rozwiązaniach</w:t>
            </w:r>
            <w:r>
              <w:rPr>
                <w:rFonts w:ascii="Corbel" w:hAnsi="Corbel"/>
                <w:color w:val="000000"/>
              </w:rPr>
              <w:t>. Toruń:</w:t>
            </w:r>
            <w:r w:rsidRPr="008C2263">
              <w:rPr>
                <w:rFonts w:ascii="Corbel" w:hAnsi="Corbel"/>
                <w:color w:val="000000"/>
              </w:rPr>
              <w:t xml:space="preserve"> Wydawnictwo Edukacyjne Akapit</w:t>
            </w:r>
            <w:r>
              <w:rPr>
                <w:rFonts w:ascii="Corbel" w:hAnsi="Corbel"/>
                <w:color w:val="000000"/>
              </w:rPr>
              <w:t>.</w:t>
            </w:r>
          </w:p>
          <w:p w14:paraId="78977A56" w14:textId="77777777" w:rsidR="00C667DD" w:rsidRPr="008C2263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008C2263">
              <w:rPr>
                <w:rFonts w:ascii="Corbel" w:hAnsi="Corbel"/>
                <w:color w:val="000000"/>
              </w:rPr>
              <w:t>Ustawa z dnia 12 marca 2004 roku o pomocy społecznej, (Dz. U. z 2008 r., Nr 115, poz. 728 ze zm.)</w:t>
            </w:r>
          </w:p>
          <w:p w14:paraId="663D24A9" w14:textId="77777777" w:rsidR="00C667DD" w:rsidRPr="008C2263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9 czerwca 2011 roku o wspieraniu rodziny i systemie pieczy zastępczej (Dz. U. nr 149, poz. 887)</w:t>
            </w:r>
          </w:p>
          <w:p w14:paraId="52B44521" w14:textId="77777777" w:rsidR="00C667DD" w:rsidRPr="00A213D0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29 lipca 2005 r. o przeciwdziałaniu przemocy w rodzinie (Dz.U. 2005 nr 180 poz. 1493)</w:t>
            </w:r>
          </w:p>
        </w:tc>
      </w:tr>
    </w:tbl>
    <w:p w14:paraId="43A4E7F6" w14:textId="77777777" w:rsidR="0085747A" w:rsidRPr="009D55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9D55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D55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D55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617C2" w14:textId="77777777" w:rsidR="003754E2" w:rsidRDefault="003754E2" w:rsidP="00C16ABF">
      <w:pPr>
        <w:spacing w:after="0" w:line="240" w:lineRule="auto"/>
      </w:pPr>
      <w:r>
        <w:separator/>
      </w:r>
    </w:p>
  </w:endnote>
  <w:endnote w:type="continuationSeparator" w:id="0">
    <w:p w14:paraId="42FF3C7A" w14:textId="77777777" w:rsidR="003754E2" w:rsidRDefault="003754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D18D5" w14:textId="77777777" w:rsidR="003754E2" w:rsidRDefault="003754E2" w:rsidP="00C16ABF">
      <w:pPr>
        <w:spacing w:after="0" w:line="240" w:lineRule="auto"/>
      </w:pPr>
      <w:r>
        <w:separator/>
      </w:r>
    </w:p>
  </w:footnote>
  <w:footnote w:type="continuationSeparator" w:id="0">
    <w:p w14:paraId="435A016B" w14:textId="77777777" w:rsidR="003754E2" w:rsidRDefault="003754E2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77EDF"/>
    <w:rsid w:val="00081939"/>
    <w:rsid w:val="00083EA7"/>
    <w:rsid w:val="00084C12"/>
    <w:rsid w:val="000860BB"/>
    <w:rsid w:val="0009355E"/>
    <w:rsid w:val="0009462C"/>
    <w:rsid w:val="00094B12"/>
    <w:rsid w:val="00096982"/>
    <w:rsid w:val="00096C46"/>
    <w:rsid w:val="00096D2C"/>
    <w:rsid w:val="000A0B27"/>
    <w:rsid w:val="000A296F"/>
    <w:rsid w:val="000A2A28"/>
    <w:rsid w:val="000A3CDF"/>
    <w:rsid w:val="000B192D"/>
    <w:rsid w:val="000B28EE"/>
    <w:rsid w:val="000B3E37"/>
    <w:rsid w:val="000C4AD9"/>
    <w:rsid w:val="000D04B0"/>
    <w:rsid w:val="000F1C57"/>
    <w:rsid w:val="000F358C"/>
    <w:rsid w:val="000F5615"/>
    <w:rsid w:val="000F783C"/>
    <w:rsid w:val="0011695A"/>
    <w:rsid w:val="00124BFF"/>
    <w:rsid w:val="0012560E"/>
    <w:rsid w:val="00127108"/>
    <w:rsid w:val="00134B13"/>
    <w:rsid w:val="0013694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0623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77C3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17E4E"/>
    <w:rsid w:val="00321DA5"/>
    <w:rsid w:val="00324721"/>
    <w:rsid w:val="003343CF"/>
    <w:rsid w:val="00346684"/>
    <w:rsid w:val="00346FE9"/>
    <w:rsid w:val="0034759A"/>
    <w:rsid w:val="003503F6"/>
    <w:rsid w:val="003530DD"/>
    <w:rsid w:val="00355958"/>
    <w:rsid w:val="00363F78"/>
    <w:rsid w:val="003754E2"/>
    <w:rsid w:val="00396729"/>
    <w:rsid w:val="003A0A5B"/>
    <w:rsid w:val="003A1176"/>
    <w:rsid w:val="003B12DE"/>
    <w:rsid w:val="003B7CAE"/>
    <w:rsid w:val="003C0BAE"/>
    <w:rsid w:val="003D18A9"/>
    <w:rsid w:val="003D6CE2"/>
    <w:rsid w:val="003E00E3"/>
    <w:rsid w:val="003E1941"/>
    <w:rsid w:val="003E2FC7"/>
    <w:rsid w:val="003E2FE6"/>
    <w:rsid w:val="003E49D5"/>
    <w:rsid w:val="003F205D"/>
    <w:rsid w:val="003F38C0"/>
    <w:rsid w:val="00404DAC"/>
    <w:rsid w:val="00414E3C"/>
    <w:rsid w:val="0042244A"/>
    <w:rsid w:val="0042745A"/>
    <w:rsid w:val="00427490"/>
    <w:rsid w:val="00431D5C"/>
    <w:rsid w:val="004362C6"/>
    <w:rsid w:val="00437FA2"/>
    <w:rsid w:val="00445970"/>
    <w:rsid w:val="00453E42"/>
    <w:rsid w:val="00461EFC"/>
    <w:rsid w:val="004630B7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6228A"/>
    <w:rsid w:val="0056696D"/>
    <w:rsid w:val="005832F8"/>
    <w:rsid w:val="0059484D"/>
    <w:rsid w:val="005A0855"/>
    <w:rsid w:val="005A133C"/>
    <w:rsid w:val="005A3196"/>
    <w:rsid w:val="005C080F"/>
    <w:rsid w:val="005C55E5"/>
    <w:rsid w:val="005C618E"/>
    <w:rsid w:val="005C696A"/>
    <w:rsid w:val="005D2ABA"/>
    <w:rsid w:val="005D4868"/>
    <w:rsid w:val="005E6E85"/>
    <w:rsid w:val="005F31D2"/>
    <w:rsid w:val="0061029B"/>
    <w:rsid w:val="00617230"/>
    <w:rsid w:val="00621CE1"/>
    <w:rsid w:val="00623B77"/>
    <w:rsid w:val="00627FC9"/>
    <w:rsid w:val="00633F69"/>
    <w:rsid w:val="00647FA8"/>
    <w:rsid w:val="00650C5F"/>
    <w:rsid w:val="00652D2C"/>
    <w:rsid w:val="00654934"/>
    <w:rsid w:val="006620D9"/>
    <w:rsid w:val="00671921"/>
    <w:rsid w:val="00671958"/>
    <w:rsid w:val="00675843"/>
    <w:rsid w:val="00692A3E"/>
    <w:rsid w:val="00696477"/>
    <w:rsid w:val="006C5117"/>
    <w:rsid w:val="006C75E5"/>
    <w:rsid w:val="006D050F"/>
    <w:rsid w:val="006D3E20"/>
    <w:rsid w:val="006D6139"/>
    <w:rsid w:val="006E5633"/>
    <w:rsid w:val="006E5D65"/>
    <w:rsid w:val="006E6F94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876"/>
    <w:rsid w:val="00763BF1"/>
    <w:rsid w:val="00766FD4"/>
    <w:rsid w:val="00780916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E7647"/>
    <w:rsid w:val="007F4155"/>
    <w:rsid w:val="0081554D"/>
    <w:rsid w:val="0081707E"/>
    <w:rsid w:val="00832049"/>
    <w:rsid w:val="008449B3"/>
    <w:rsid w:val="008552A2"/>
    <w:rsid w:val="0085747A"/>
    <w:rsid w:val="008636A8"/>
    <w:rsid w:val="00866E04"/>
    <w:rsid w:val="008747AA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1211"/>
    <w:rsid w:val="008D3DFB"/>
    <w:rsid w:val="008D420F"/>
    <w:rsid w:val="008E64F4"/>
    <w:rsid w:val="008F12C9"/>
    <w:rsid w:val="008F48EA"/>
    <w:rsid w:val="008F57DB"/>
    <w:rsid w:val="008F6E29"/>
    <w:rsid w:val="00916188"/>
    <w:rsid w:val="00923D7D"/>
    <w:rsid w:val="009508DF"/>
    <w:rsid w:val="00950DAC"/>
    <w:rsid w:val="00954A07"/>
    <w:rsid w:val="009765E3"/>
    <w:rsid w:val="0098274D"/>
    <w:rsid w:val="00995A87"/>
    <w:rsid w:val="00997F14"/>
    <w:rsid w:val="009A1068"/>
    <w:rsid w:val="009A213D"/>
    <w:rsid w:val="009A78D9"/>
    <w:rsid w:val="009C3E31"/>
    <w:rsid w:val="009C54AE"/>
    <w:rsid w:val="009C788E"/>
    <w:rsid w:val="009D3F3B"/>
    <w:rsid w:val="009D5560"/>
    <w:rsid w:val="009E0543"/>
    <w:rsid w:val="009E3B41"/>
    <w:rsid w:val="009F3C5C"/>
    <w:rsid w:val="009F4610"/>
    <w:rsid w:val="00A00ECC"/>
    <w:rsid w:val="00A05D4D"/>
    <w:rsid w:val="00A155EE"/>
    <w:rsid w:val="00A2245B"/>
    <w:rsid w:val="00A25A0C"/>
    <w:rsid w:val="00A26326"/>
    <w:rsid w:val="00A30110"/>
    <w:rsid w:val="00A36899"/>
    <w:rsid w:val="00A371F6"/>
    <w:rsid w:val="00A43447"/>
    <w:rsid w:val="00A43757"/>
    <w:rsid w:val="00A43BF6"/>
    <w:rsid w:val="00A53FA5"/>
    <w:rsid w:val="00A54817"/>
    <w:rsid w:val="00A601C8"/>
    <w:rsid w:val="00A60799"/>
    <w:rsid w:val="00A63DF2"/>
    <w:rsid w:val="00A805B9"/>
    <w:rsid w:val="00A84494"/>
    <w:rsid w:val="00A84C85"/>
    <w:rsid w:val="00A97DE1"/>
    <w:rsid w:val="00AA5A60"/>
    <w:rsid w:val="00AA6E68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39B"/>
    <w:rsid w:val="00AE5FCB"/>
    <w:rsid w:val="00AF2C1E"/>
    <w:rsid w:val="00AF2F8A"/>
    <w:rsid w:val="00AF4430"/>
    <w:rsid w:val="00B049F1"/>
    <w:rsid w:val="00B06142"/>
    <w:rsid w:val="00B135B1"/>
    <w:rsid w:val="00B2713D"/>
    <w:rsid w:val="00B3130B"/>
    <w:rsid w:val="00B32CF0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860E0"/>
    <w:rsid w:val="00B90885"/>
    <w:rsid w:val="00B915A4"/>
    <w:rsid w:val="00BB520A"/>
    <w:rsid w:val="00BD3869"/>
    <w:rsid w:val="00BD66E9"/>
    <w:rsid w:val="00BD6FF4"/>
    <w:rsid w:val="00BE2E05"/>
    <w:rsid w:val="00BF2C41"/>
    <w:rsid w:val="00BF56DE"/>
    <w:rsid w:val="00C058B4"/>
    <w:rsid w:val="00C05F44"/>
    <w:rsid w:val="00C131B5"/>
    <w:rsid w:val="00C16ABF"/>
    <w:rsid w:val="00C170AE"/>
    <w:rsid w:val="00C21BB1"/>
    <w:rsid w:val="00C26CB7"/>
    <w:rsid w:val="00C324C1"/>
    <w:rsid w:val="00C36992"/>
    <w:rsid w:val="00C53FC8"/>
    <w:rsid w:val="00C56036"/>
    <w:rsid w:val="00C61CA0"/>
    <w:rsid w:val="00C61DC5"/>
    <w:rsid w:val="00C635F8"/>
    <w:rsid w:val="00C667DD"/>
    <w:rsid w:val="00C67E92"/>
    <w:rsid w:val="00C70A26"/>
    <w:rsid w:val="00C71B1F"/>
    <w:rsid w:val="00C72A1E"/>
    <w:rsid w:val="00C766DF"/>
    <w:rsid w:val="00C776FB"/>
    <w:rsid w:val="00C877C5"/>
    <w:rsid w:val="00C94B98"/>
    <w:rsid w:val="00CA2B96"/>
    <w:rsid w:val="00CA5089"/>
    <w:rsid w:val="00CA56E5"/>
    <w:rsid w:val="00CB1E95"/>
    <w:rsid w:val="00CB2EE4"/>
    <w:rsid w:val="00CD42D9"/>
    <w:rsid w:val="00CD6897"/>
    <w:rsid w:val="00CE5BAC"/>
    <w:rsid w:val="00CE7308"/>
    <w:rsid w:val="00CF07F9"/>
    <w:rsid w:val="00CF0A47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4624A"/>
    <w:rsid w:val="00D463F6"/>
    <w:rsid w:val="00D552B2"/>
    <w:rsid w:val="00D608D1"/>
    <w:rsid w:val="00D72ADA"/>
    <w:rsid w:val="00D74119"/>
    <w:rsid w:val="00D749BF"/>
    <w:rsid w:val="00D771F0"/>
    <w:rsid w:val="00D778FC"/>
    <w:rsid w:val="00D8075B"/>
    <w:rsid w:val="00D8678B"/>
    <w:rsid w:val="00DA2114"/>
    <w:rsid w:val="00DA4077"/>
    <w:rsid w:val="00DD1FF5"/>
    <w:rsid w:val="00DE09C0"/>
    <w:rsid w:val="00DE4A14"/>
    <w:rsid w:val="00DF320D"/>
    <w:rsid w:val="00DF7045"/>
    <w:rsid w:val="00DF71C8"/>
    <w:rsid w:val="00DF72C2"/>
    <w:rsid w:val="00E129B8"/>
    <w:rsid w:val="00E21E7D"/>
    <w:rsid w:val="00E22FBC"/>
    <w:rsid w:val="00E24BF5"/>
    <w:rsid w:val="00E25338"/>
    <w:rsid w:val="00E37F66"/>
    <w:rsid w:val="00E42303"/>
    <w:rsid w:val="00E51E44"/>
    <w:rsid w:val="00E53E73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BC8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A66DA"/>
    <w:rsid w:val="00FB6B32"/>
    <w:rsid w:val="00FB7DBA"/>
    <w:rsid w:val="00FC1C25"/>
    <w:rsid w:val="00FC3F45"/>
    <w:rsid w:val="00FD503F"/>
    <w:rsid w:val="00FD7589"/>
    <w:rsid w:val="00FF016A"/>
    <w:rsid w:val="00FF1401"/>
    <w:rsid w:val="00FF5E7D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6C75E5"/>
  </w:style>
  <w:style w:type="paragraph" w:styleId="NormalnyWeb">
    <w:name w:val="Normal (Web)"/>
    <w:basedOn w:val="Normalny"/>
    <w:uiPriority w:val="99"/>
    <w:unhideWhenUsed/>
    <w:rsid w:val="00D778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5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3E0B82-7C6F-4ADB-AC77-51DA27ED81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00AE36-3A51-42EC-947E-D86AE6248BAD}"/>
</file>

<file path=customXml/itemProps3.xml><?xml version="1.0" encoding="utf-8"?>
<ds:datastoreItem xmlns:ds="http://schemas.openxmlformats.org/officeDocument/2006/customXml" ds:itemID="{B3481F09-B5BA-4D5F-BAC8-F68CCCEFAAAB}"/>
</file>

<file path=customXml/itemProps4.xml><?xml version="1.0" encoding="utf-8"?>
<ds:datastoreItem xmlns:ds="http://schemas.openxmlformats.org/officeDocument/2006/customXml" ds:itemID="{B57FEEB3-262B-4934-90A3-1107AE6CAE0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2019-02-06T12:12:00Z</cp:lastPrinted>
  <dcterms:created xsi:type="dcterms:W3CDTF">2021-09-30T21:03:00Z</dcterms:created>
  <dcterms:modified xsi:type="dcterms:W3CDTF">2021-10-02T12:50:00Z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